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A545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A5453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3D6BF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6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3D6BFA" w:rsidRPr="003D6BFA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3D6BFA" w:rsidRPr="003D6BF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Ο2.Ε04 </w:t>
            </w:r>
            <w:proofErr w:type="spellStart"/>
            <w:r w:rsidR="003D6BFA" w:rsidRPr="003D6BF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Πολυμηχάνημα</w:t>
            </w:r>
            <w:proofErr w:type="spellEnd"/>
            <w:r w:rsidR="003D6BFA" w:rsidRPr="003D6BF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04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3D6BFA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 εκτύπωσης: LASER</w:t>
            </w:r>
          </w:p>
        </w:tc>
        <w:tc>
          <w:tcPr>
            <w:tcW w:w="1441" w:type="dxa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D6BFA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Χρώμα Εκτύπωσης: Ασπρόμαυρη </w:t>
            </w:r>
          </w:p>
        </w:tc>
        <w:tc>
          <w:tcPr>
            <w:tcW w:w="1441" w:type="dxa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ΕΚΤΥΠΩΣΗ</w:t>
            </w:r>
          </w:p>
        </w:tc>
        <w:tc>
          <w:tcPr>
            <w:tcW w:w="1441" w:type="dxa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D6BFA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FE320D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Ταχύτητα: : έως 66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ppm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Χρόνος 1ης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Εκτυπ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.: 4''</w:t>
            </w:r>
          </w:p>
        </w:tc>
        <w:tc>
          <w:tcPr>
            <w:tcW w:w="1441" w:type="dxa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Αυτόματη Εκτύπωση Διπλής Όψης</w:t>
            </w:r>
          </w:p>
        </w:tc>
        <w:tc>
          <w:tcPr>
            <w:tcW w:w="1441" w:type="dxa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ΑΝΤΙΓΡΑΦΗ</w:t>
            </w:r>
          </w:p>
        </w:tc>
        <w:tc>
          <w:tcPr>
            <w:tcW w:w="1441" w:type="dxa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D6BFA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FE320D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Ταχύτητα: 66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cpm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Χρόνος 1ου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Αντιγρ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.: 4'',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DADF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200 Φύλλα</w:t>
            </w:r>
          </w:p>
        </w:tc>
        <w:tc>
          <w:tcPr>
            <w:tcW w:w="1441" w:type="dxa"/>
          </w:tcPr>
          <w:p w:rsidR="003D6BFA" w:rsidRPr="00EF62A6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D6BFA" w:rsidRPr="00EF62A6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D6BFA" w:rsidRPr="00EF62A6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Μνήμη: 2.048 MB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Max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6.144 MB)</w:t>
            </w:r>
          </w:p>
        </w:tc>
        <w:tc>
          <w:tcPr>
            <w:tcW w:w="1441" w:type="dxa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D6BFA" w:rsidRPr="00C60E4A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CPU: 1.200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Mhz</w:t>
            </w:r>
            <w:proofErr w:type="spellEnd"/>
          </w:p>
        </w:tc>
        <w:tc>
          <w:tcPr>
            <w:tcW w:w="1441" w:type="dxa"/>
          </w:tcPr>
          <w:p w:rsidR="003D6BFA" w:rsidRDefault="003D6BFA" w:rsidP="003D6BF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D6BFA" w:rsidRPr="00C60E4A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FE320D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Μηνιαίος Κύκλος Εργασιών: 5.000 - 100.000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Max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350.000 Σελίδες)</w:t>
            </w:r>
          </w:p>
        </w:tc>
        <w:tc>
          <w:tcPr>
            <w:tcW w:w="1441" w:type="dxa"/>
          </w:tcPr>
          <w:p w:rsidR="003D6BFA" w:rsidRDefault="003D6BFA" w:rsidP="003D6BF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D6BFA" w:rsidRPr="00C60E4A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ΕΙΣΟΔΟΣ ΧΑΡΤΙΟΥ </w:t>
            </w:r>
          </w:p>
        </w:tc>
        <w:tc>
          <w:tcPr>
            <w:tcW w:w="1441" w:type="dxa"/>
          </w:tcPr>
          <w:p w:rsidR="003D6BFA" w:rsidRDefault="003D6BFA" w:rsidP="003D6BF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D6BFA" w:rsidRPr="00C60E4A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650 φύλλα (1*550 + 100)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Max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3.300 φύλλα</w:t>
            </w:r>
          </w:p>
        </w:tc>
        <w:tc>
          <w:tcPr>
            <w:tcW w:w="1441" w:type="dxa"/>
          </w:tcPr>
          <w:p w:rsidR="003D6BFA" w:rsidRDefault="003D6BFA" w:rsidP="003D6BF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D6BFA" w:rsidRPr="00C60E4A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DF25B3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Βάρος Χαρτιού: 60 - 203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gsm</w:t>
            </w:r>
            <w:proofErr w:type="spellEnd"/>
          </w:p>
        </w:tc>
        <w:tc>
          <w:tcPr>
            <w:tcW w:w="1441" w:type="dxa"/>
          </w:tcPr>
          <w:p w:rsidR="003D6BFA" w:rsidRDefault="003D6BFA" w:rsidP="003D6BF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D6BFA" w:rsidRPr="00C60E4A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5019CC" w:rsidRDefault="003D6BFA" w:rsidP="003D6BFA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USB, Gigabit Ethernet, 1 Front USB, 1 Rear USB</w:t>
            </w:r>
          </w:p>
        </w:tc>
        <w:tc>
          <w:tcPr>
            <w:tcW w:w="1441" w:type="dxa"/>
          </w:tcPr>
          <w:p w:rsidR="003D6BFA" w:rsidRDefault="003D6BFA" w:rsidP="003D6BF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D6BF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3D6BFA" w:rsidRPr="00C60E4A" w:rsidRDefault="003D6BFA" w:rsidP="003D6B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D6BFA" w:rsidRPr="00FE320D" w:rsidRDefault="003D6BFA" w:rsidP="003D6BF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Εγγύηση 2 ετών, Επισκευή επί τόπου</w:t>
            </w:r>
          </w:p>
        </w:tc>
        <w:tc>
          <w:tcPr>
            <w:tcW w:w="1441" w:type="dxa"/>
          </w:tcPr>
          <w:p w:rsidR="003D6BFA" w:rsidRDefault="003D6BFA" w:rsidP="003D6BF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D6BFA" w:rsidRPr="00DF25B3" w:rsidRDefault="003D6BFA" w:rsidP="003D6BF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3D6BFA"/>
    <w:rsid w:val="00406FB0"/>
    <w:rsid w:val="00633A63"/>
    <w:rsid w:val="00671793"/>
    <w:rsid w:val="00A40B4A"/>
    <w:rsid w:val="00A5453C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C0CF4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116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2025-09-09T12:02:00Z</dcterms:created>
  <dcterms:modified xsi:type="dcterms:W3CDTF">2025-09-10T08:38:00Z</dcterms:modified>
</cp:coreProperties>
</file>